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31169" cy="3130062"/>
                <wp:effectExtent l="0" t="0" r="22225" b="133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1169" cy="3130062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2.75pt;height:24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" filled="f" strokecolor="#7030a0" strokeweight="1pt"/>
            </w:pict>
          </mc:Fallback>
        </mc:AlternateContent>
      </w:r>
      <w:r w:rsidR="00245B21">
        <w:rPr>
          <w:rFonts w:ascii="Arial" w:hAnsi="Arial" w:cs="Arial"/>
          <w:b/>
          <w:color w:val="7030A0"/>
          <w:sz w:val="28"/>
          <w:szCs w:val="28"/>
        </w:rPr>
        <w:t>LA FAMILLE EN TAMOUL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245B21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Découvrir les différentes expressions </w:t>
      </w:r>
      <w:r w:rsidR="00A20FEF">
        <w:rPr>
          <w:rFonts w:ascii="Arial" w:hAnsi="Arial" w:cs="Arial"/>
        </w:rPr>
        <w:t>pour désigner</w:t>
      </w:r>
      <w:r>
        <w:rPr>
          <w:rFonts w:ascii="Arial" w:hAnsi="Arial" w:cs="Arial"/>
        </w:rPr>
        <w:t xml:space="preserve"> les membres de la famille en tamoul, puis présenter sa famille en tamoul à ses camarades.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373D3A" w:rsidRDefault="00373D3A" w:rsidP="00373D3A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</w:t>
      </w:r>
      <w:r w:rsidR="00F51994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17, L 27</w:t>
      </w:r>
    </w:p>
    <w:p w:rsidR="00373D3A" w:rsidRDefault="00373D3A" w:rsidP="00373D3A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 </w:t>
      </w:r>
    </w:p>
    <w:p w:rsidR="00373D3A" w:rsidRDefault="00373D3A" w:rsidP="00373D3A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Sciences humaines et sociales : - </w:t>
      </w:r>
    </w:p>
    <w:p w:rsidR="00373D3A" w:rsidRDefault="00373D3A" w:rsidP="00373D3A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373D3A" w:rsidRPr="0094240B" w:rsidRDefault="00373D3A" w:rsidP="00373D3A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CM 14, CM 24 </w:t>
      </w:r>
    </w:p>
    <w:p w:rsidR="00373D3A" w:rsidRPr="00687DE3" w:rsidRDefault="00373D3A" w:rsidP="00373D3A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13, FG 14-15, FG 18, FG 24, FG 25, FG 28 </w:t>
      </w:r>
    </w:p>
    <w:p w:rsidR="00373D3A" w:rsidRDefault="00373D3A" w:rsidP="00373D3A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stratégies d'apprentissage, démarche réflexive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A20FEF" w:rsidRDefault="00F723D3" w:rsidP="00A20FE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Pr="00A20FEF" w:rsidRDefault="00A20FEF" w:rsidP="00A20FE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A20FEF">
        <w:rPr>
          <w:rFonts w:ascii="Arial" w:hAnsi="Arial" w:cs="Arial"/>
          <w:b/>
        </w:rPr>
        <w:t>PDF "notre famille en tamoul</w:t>
      </w:r>
      <w:r w:rsidR="00F723D3" w:rsidRPr="00A20FEF">
        <w:rPr>
          <w:rFonts w:ascii="Arial" w:hAnsi="Arial" w:cs="Arial"/>
          <w:b/>
        </w:rPr>
        <w:t xml:space="preserve">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45B21"/>
    <w:rsid w:val="00373D3A"/>
    <w:rsid w:val="003F707B"/>
    <w:rsid w:val="004163C9"/>
    <w:rsid w:val="004B3F3D"/>
    <w:rsid w:val="00507F03"/>
    <w:rsid w:val="005472B9"/>
    <w:rsid w:val="00687DE3"/>
    <w:rsid w:val="00716697"/>
    <w:rsid w:val="008844A5"/>
    <w:rsid w:val="008D4578"/>
    <w:rsid w:val="0094240B"/>
    <w:rsid w:val="00A20FEF"/>
    <w:rsid w:val="00D61C79"/>
    <w:rsid w:val="00D660C8"/>
    <w:rsid w:val="00D75DB1"/>
    <w:rsid w:val="00DF5E50"/>
    <w:rsid w:val="00E01974"/>
    <w:rsid w:val="00F357A9"/>
    <w:rsid w:val="00F51994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86DAB887.dotm</Template>
  <TotalTime>37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13</cp:revision>
  <dcterms:created xsi:type="dcterms:W3CDTF">2019-05-16T14:12:00Z</dcterms:created>
  <dcterms:modified xsi:type="dcterms:W3CDTF">2019-08-22T13:01:00Z</dcterms:modified>
</cp:coreProperties>
</file>